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265E09-7A26-461F-8013-1D667EE51E9B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